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94" w:rsidRPr="0043200D" w:rsidRDefault="003B4094" w:rsidP="00B46DC3">
      <w:pPr>
        <w:ind w:left="-284"/>
        <w:rPr>
          <w:sz w:val="28"/>
          <w:szCs w:val="28"/>
        </w:rPr>
      </w:pPr>
    </w:p>
    <w:p w:rsidR="003B4094" w:rsidRPr="0043200D" w:rsidRDefault="003B4094" w:rsidP="000006F0">
      <w:pPr>
        <w:ind w:left="360"/>
        <w:rPr>
          <w:sz w:val="28"/>
          <w:szCs w:val="28"/>
        </w:rPr>
      </w:pPr>
    </w:p>
    <w:p w:rsidR="003B4094" w:rsidRPr="0043200D" w:rsidRDefault="003B4094" w:rsidP="000006F0">
      <w:pPr>
        <w:ind w:left="360"/>
        <w:rPr>
          <w:sz w:val="28"/>
          <w:szCs w:val="28"/>
        </w:rPr>
      </w:pPr>
      <w:r w:rsidRPr="0043200D">
        <w:rPr>
          <w:sz w:val="28"/>
          <w:szCs w:val="28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3.25pt" o:ole="" o:allowoverlap="f">
            <v:imagedata r:id="rId5" o:title=""/>
          </v:shape>
          <o:OLEObject Type="Embed" ProgID="Word.Picture.8" ShapeID="_x0000_i1025" DrawAspect="Content" ObjectID="_1538547496" r:id="rId6"/>
        </w:object>
      </w:r>
    </w:p>
    <w:p w:rsidR="003B4094" w:rsidRPr="0043200D" w:rsidRDefault="003B4094" w:rsidP="006171FA">
      <w:pPr>
        <w:rPr>
          <w:sz w:val="28"/>
          <w:szCs w:val="28"/>
        </w:rPr>
      </w:pPr>
      <w:r w:rsidRPr="0043200D">
        <w:rPr>
          <w:b/>
          <w:sz w:val="28"/>
          <w:szCs w:val="28"/>
        </w:rPr>
        <w:t xml:space="preserve">ΕΛΛΗΝΙΚΗ ΔΗΜΟΚΡΑΤΙΑ       </w:t>
      </w:r>
      <w:r>
        <w:rPr>
          <w:b/>
          <w:sz w:val="28"/>
          <w:szCs w:val="28"/>
        </w:rPr>
        <w:t xml:space="preserve">                  </w:t>
      </w:r>
      <w:r w:rsidRPr="0043200D">
        <w:rPr>
          <w:b/>
          <w:sz w:val="28"/>
          <w:szCs w:val="28"/>
        </w:rPr>
        <w:t xml:space="preserve">ΕΡΓΟ: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Επούλωση λάκκων 201</w:t>
      </w:r>
      <w:r w:rsidRPr="00AD5D19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</w:p>
    <w:p w:rsidR="003B4094" w:rsidRPr="0043200D" w:rsidRDefault="003B4094" w:rsidP="006171FA">
      <w:pPr>
        <w:tabs>
          <w:tab w:val="left" w:pos="5580"/>
        </w:tabs>
        <w:rPr>
          <w:b/>
          <w:sz w:val="28"/>
          <w:szCs w:val="28"/>
        </w:rPr>
      </w:pPr>
      <w:r w:rsidRPr="0043200D">
        <w:rPr>
          <w:b/>
          <w:sz w:val="28"/>
          <w:szCs w:val="28"/>
        </w:rPr>
        <w:t>ΝΟΜΟΣ ΗΛΕΙΑΣ</w:t>
      </w:r>
      <w:r w:rsidRPr="0043200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</w:t>
      </w:r>
      <w:r w:rsidRPr="0043200D">
        <w:rPr>
          <w:sz w:val="28"/>
          <w:szCs w:val="28"/>
        </w:rPr>
        <w:t xml:space="preserve">   </w:t>
      </w:r>
    </w:p>
    <w:p w:rsidR="003B4094" w:rsidRPr="0043200D" w:rsidRDefault="003B4094" w:rsidP="006171FA">
      <w:pPr>
        <w:tabs>
          <w:tab w:val="left" w:pos="5580"/>
        </w:tabs>
        <w:rPr>
          <w:sz w:val="28"/>
          <w:szCs w:val="28"/>
        </w:rPr>
      </w:pPr>
      <w:r w:rsidRPr="0043200D">
        <w:rPr>
          <w:b/>
          <w:sz w:val="28"/>
          <w:szCs w:val="28"/>
        </w:rPr>
        <w:t>ΔΗΜΟΣ ΗΛΙΔΑΣ</w:t>
      </w:r>
      <w:r w:rsidRPr="0043200D">
        <w:rPr>
          <w:b/>
          <w:sz w:val="28"/>
          <w:szCs w:val="28"/>
        </w:rPr>
        <w:tab/>
      </w:r>
    </w:p>
    <w:p w:rsidR="003B4094" w:rsidRPr="00AD5D19" w:rsidRDefault="003B4094" w:rsidP="006171FA">
      <w:pPr>
        <w:rPr>
          <w:sz w:val="28"/>
          <w:szCs w:val="28"/>
        </w:rPr>
      </w:pPr>
      <w:r w:rsidRPr="0043200D">
        <w:rPr>
          <w:b/>
          <w:sz w:val="28"/>
          <w:szCs w:val="28"/>
        </w:rPr>
        <w:t>Δ/ΝΣΗ ΤΕΧΝΙΚΩΝ ΥΠΗΡΕΣΙΩΝ</w:t>
      </w:r>
      <w:r>
        <w:rPr>
          <w:b/>
          <w:sz w:val="28"/>
          <w:szCs w:val="28"/>
        </w:rPr>
        <w:t xml:space="preserve">               </w:t>
      </w:r>
      <w:r w:rsidRPr="0043200D">
        <w:rPr>
          <w:b/>
          <w:sz w:val="28"/>
          <w:szCs w:val="28"/>
        </w:rPr>
        <w:t>Αρ. Μελέτης:</w:t>
      </w:r>
      <w:r>
        <w:rPr>
          <w:sz w:val="28"/>
          <w:szCs w:val="28"/>
        </w:rPr>
        <w:t xml:space="preserve"> 25 </w:t>
      </w:r>
      <w:r w:rsidRPr="0043200D">
        <w:rPr>
          <w:sz w:val="28"/>
          <w:szCs w:val="28"/>
        </w:rPr>
        <w:t>/ 201</w:t>
      </w:r>
      <w:r w:rsidRPr="00AD5D19">
        <w:rPr>
          <w:sz w:val="28"/>
          <w:szCs w:val="28"/>
        </w:rPr>
        <w:t>6</w:t>
      </w:r>
    </w:p>
    <w:p w:rsidR="003B4094" w:rsidRPr="0043200D" w:rsidRDefault="003B4094" w:rsidP="006171FA">
      <w:pPr>
        <w:rPr>
          <w:sz w:val="28"/>
          <w:szCs w:val="28"/>
        </w:rPr>
      </w:pPr>
    </w:p>
    <w:p w:rsidR="003B4094" w:rsidRDefault="003B4094" w:rsidP="006171FA">
      <w:pPr>
        <w:rPr>
          <w:sz w:val="28"/>
          <w:szCs w:val="28"/>
        </w:rPr>
      </w:pPr>
    </w:p>
    <w:p w:rsidR="003B4094" w:rsidRDefault="003B4094" w:rsidP="006171FA">
      <w:pPr>
        <w:rPr>
          <w:sz w:val="28"/>
          <w:szCs w:val="28"/>
        </w:rPr>
      </w:pPr>
    </w:p>
    <w:p w:rsidR="003B4094" w:rsidRPr="00E95D70" w:rsidRDefault="003B4094" w:rsidP="006171FA">
      <w:pPr>
        <w:rPr>
          <w:sz w:val="28"/>
          <w:szCs w:val="28"/>
        </w:rPr>
      </w:pPr>
    </w:p>
    <w:p w:rsidR="003B4094" w:rsidRPr="0043200D" w:rsidRDefault="003B4094" w:rsidP="006171FA">
      <w:pPr>
        <w:jc w:val="center"/>
        <w:rPr>
          <w:b/>
          <w:sz w:val="28"/>
          <w:szCs w:val="28"/>
          <w:u w:val="single"/>
        </w:rPr>
      </w:pPr>
      <w:r w:rsidRPr="0043200D">
        <w:rPr>
          <w:b/>
          <w:sz w:val="28"/>
          <w:szCs w:val="28"/>
          <w:u w:val="single"/>
        </w:rPr>
        <w:t>ΤΕΧΝΙΚΗ ΕΚΘΕΣΗ</w:t>
      </w:r>
    </w:p>
    <w:p w:rsidR="003B4094" w:rsidRPr="0043200D" w:rsidRDefault="003B4094" w:rsidP="006171FA">
      <w:pPr>
        <w:jc w:val="center"/>
        <w:rPr>
          <w:b/>
          <w:sz w:val="28"/>
          <w:szCs w:val="28"/>
          <w:u w:val="single"/>
        </w:rPr>
      </w:pPr>
    </w:p>
    <w:p w:rsidR="003B4094" w:rsidRDefault="003B4094" w:rsidP="006171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200D">
        <w:rPr>
          <w:sz w:val="28"/>
          <w:szCs w:val="28"/>
        </w:rPr>
        <w:t xml:space="preserve">Η μελέτη αυτή προϋπολογισμού </w:t>
      </w:r>
      <w:r w:rsidRPr="00F94D34">
        <w:rPr>
          <w:b/>
          <w:sz w:val="28"/>
          <w:szCs w:val="28"/>
        </w:rPr>
        <w:t>73</w:t>
      </w:r>
      <w:r w:rsidRPr="00901148">
        <w:rPr>
          <w:b/>
          <w:sz w:val="28"/>
          <w:szCs w:val="28"/>
        </w:rPr>
        <w:t>.</w:t>
      </w:r>
      <w:r w:rsidRPr="00F94D34">
        <w:rPr>
          <w:b/>
          <w:sz w:val="28"/>
          <w:szCs w:val="28"/>
        </w:rPr>
        <w:t>800</w:t>
      </w:r>
      <w:r>
        <w:rPr>
          <w:b/>
          <w:sz w:val="28"/>
          <w:szCs w:val="28"/>
        </w:rPr>
        <w:t xml:space="preserve">,00 </w:t>
      </w:r>
      <w:r w:rsidRPr="00901148">
        <w:rPr>
          <w:b/>
          <w:sz w:val="28"/>
          <w:szCs w:val="28"/>
        </w:rPr>
        <w:t>€</w:t>
      </w:r>
      <w:r w:rsidRPr="0043200D">
        <w:rPr>
          <w:sz w:val="28"/>
          <w:szCs w:val="28"/>
        </w:rPr>
        <w:t>, με Φ</w:t>
      </w:r>
      <w:r w:rsidRPr="00901148">
        <w:rPr>
          <w:sz w:val="28"/>
          <w:szCs w:val="28"/>
        </w:rPr>
        <w:t>.</w:t>
      </w:r>
      <w:r w:rsidRPr="0043200D">
        <w:rPr>
          <w:sz w:val="28"/>
          <w:szCs w:val="28"/>
        </w:rPr>
        <w:t>Π</w:t>
      </w:r>
      <w:r w:rsidRPr="00901148">
        <w:rPr>
          <w:sz w:val="28"/>
          <w:szCs w:val="28"/>
        </w:rPr>
        <w:t>.</w:t>
      </w:r>
      <w:r w:rsidRPr="0043200D">
        <w:rPr>
          <w:sz w:val="28"/>
          <w:szCs w:val="28"/>
        </w:rPr>
        <w:t>Α</w:t>
      </w:r>
      <w:r w:rsidRPr="00901148">
        <w:rPr>
          <w:sz w:val="28"/>
          <w:szCs w:val="28"/>
        </w:rPr>
        <w:t>.</w:t>
      </w:r>
      <w:r w:rsidRPr="0043200D">
        <w:rPr>
          <w:sz w:val="28"/>
          <w:szCs w:val="28"/>
        </w:rPr>
        <w:t xml:space="preserve">  αφορά </w:t>
      </w:r>
      <w:r>
        <w:rPr>
          <w:sz w:val="28"/>
          <w:szCs w:val="28"/>
        </w:rPr>
        <w:t xml:space="preserve">στην </w:t>
      </w:r>
      <w:r w:rsidRPr="0043200D">
        <w:rPr>
          <w:sz w:val="28"/>
          <w:szCs w:val="28"/>
        </w:rPr>
        <w:t xml:space="preserve">κατασκευή του έργου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Επούλωση</w:t>
      </w:r>
      <w:r w:rsidRPr="004270DC">
        <w:rPr>
          <w:sz w:val="28"/>
          <w:szCs w:val="28"/>
        </w:rPr>
        <w:t xml:space="preserve"> </w:t>
      </w:r>
      <w:r>
        <w:rPr>
          <w:sz w:val="28"/>
          <w:szCs w:val="28"/>
        </w:rPr>
        <w:t>λάκκων 201</w:t>
      </w:r>
      <w:r w:rsidRPr="00C55429">
        <w:rPr>
          <w:sz w:val="28"/>
          <w:szCs w:val="28"/>
        </w:rPr>
        <w:t>6</w:t>
      </w:r>
      <w:r>
        <w:rPr>
          <w:sz w:val="28"/>
          <w:szCs w:val="28"/>
        </w:rPr>
        <w:t>».</w:t>
      </w:r>
    </w:p>
    <w:p w:rsidR="003B4094" w:rsidRDefault="003B4094" w:rsidP="006171FA">
      <w:pPr>
        <w:tabs>
          <w:tab w:val="left" w:pos="5580"/>
        </w:tabs>
        <w:jc w:val="both"/>
        <w:rPr>
          <w:sz w:val="28"/>
          <w:szCs w:val="28"/>
        </w:rPr>
      </w:pPr>
    </w:p>
    <w:p w:rsidR="003B4094" w:rsidRPr="00383F54" w:rsidRDefault="003B4094" w:rsidP="006171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Συγκεκριμ</w:t>
      </w:r>
      <w:r w:rsidRPr="00F3311D">
        <w:rPr>
          <w:sz w:val="28"/>
          <w:szCs w:val="28"/>
        </w:rPr>
        <w:t xml:space="preserve">ένα </w:t>
      </w:r>
      <w:r w:rsidRPr="00F3311D">
        <w:rPr>
          <w:color w:val="FF00FF"/>
          <w:sz w:val="28"/>
          <w:szCs w:val="28"/>
        </w:rPr>
        <w:t xml:space="preserve"> </w:t>
      </w:r>
      <w:r w:rsidRPr="00F3311D">
        <w:rPr>
          <w:sz w:val="28"/>
          <w:szCs w:val="28"/>
        </w:rPr>
        <w:t>θα γίνει επούλωση λάκκων με την παραγωγή, μεταφορά κα</w:t>
      </w:r>
      <w:r>
        <w:rPr>
          <w:sz w:val="28"/>
          <w:szCs w:val="28"/>
        </w:rPr>
        <w:t>ι διάστρωση ασφαλτομίγματος,</w:t>
      </w:r>
      <w:r w:rsidRPr="002F332B">
        <w:rPr>
          <w:sz w:val="28"/>
          <w:szCs w:val="28"/>
        </w:rPr>
        <w:t xml:space="preserve"> </w:t>
      </w:r>
      <w:r w:rsidRPr="00F3311D">
        <w:rPr>
          <w:sz w:val="28"/>
          <w:szCs w:val="28"/>
        </w:rPr>
        <w:t>αφού προηγουμένως γίνει διάνοιξη των λάκκων, καθαρισμός και πλήρης η εργασία επ</w:t>
      </w:r>
      <w:r>
        <w:rPr>
          <w:sz w:val="28"/>
          <w:szCs w:val="28"/>
        </w:rPr>
        <w:t>ούλωσης</w:t>
      </w:r>
      <w:r w:rsidRPr="00F3311D">
        <w:rPr>
          <w:sz w:val="28"/>
          <w:szCs w:val="28"/>
        </w:rPr>
        <w:t xml:space="preserve"> </w:t>
      </w:r>
      <w:r w:rsidRPr="005275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όπως περιγράφεται αναλυτικά στο τιμολόγιο της μελέτης  </w:t>
      </w:r>
      <w:r w:rsidRPr="00F3311D">
        <w:rPr>
          <w:sz w:val="28"/>
          <w:szCs w:val="28"/>
        </w:rPr>
        <w:t>στους δρόμους του Δήμου Ήλιδας</w:t>
      </w:r>
      <w:r>
        <w:rPr>
          <w:sz w:val="28"/>
          <w:szCs w:val="28"/>
        </w:rPr>
        <w:t xml:space="preserve">. </w:t>
      </w:r>
      <w:r w:rsidRPr="00383F54">
        <w:rPr>
          <w:sz w:val="28"/>
          <w:szCs w:val="28"/>
        </w:rPr>
        <w:t>(</w:t>
      </w:r>
      <w:r>
        <w:rPr>
          <w:sz w:val="28"/>
          <w:szCs w:val="28"/>
        </w:rPr>
        <w:t>στην πόλη της Αμαλιάδας και στις τοπικές κοινότητες).</w:t>
      </w:r>
    </w:p>
    <w:p w:rsidR="003B4094" w:rsidRPr="001A4F2A" w:rsidRDefault="003B4094" w:rsidP="006171FA">
      <w:pPr>
        <w:jc w:val="both"/>
        <w:rPr>
          <w:sz w:val="28"/>
          <w:szCs w:val="28"/>
        </w:rPr>
      </w:pPr>
      <w:r w:rsidRPr="00E25B76">
        <w:rPr>
          <w:sz w:val="28"/>
          <w:szCs w:val="28"/>
        </w:rPr>
        <w:t xml:space="preserve">     </w:t>
      </w:r>
      <w:r w:rsidRPr="001A4F2A">
        <w:rPr>
          <w:sz w:val="28"/>
          <w:szCs w:val="28"/>
        </w:rPr>
        <w:t xml:space="preserve">Ο Ανάδοχος του έργου υποχρεούται να λάβει αυξημένα μέτρα ασφαλείας κατά την εκτέλεση αυτού για την αποφυγή ατυχήματος, όπως προβλέπεται από την κείμενη νομοθεσία.  </w:t>
      </w:r>
    </w:p>
    <w:p w:rsidR="003B4094" w:rsidRPr="001A4F2A" w:rsidRDefault="003B4094" w:rsidP="006171FA">
      <w:pPr>
        <w:jc w:val="both"/>
        <w:rPr>
          <w:sz w:val="28"/>
          <w:szCs w:val="28"/>
        </w:rPr>
      </w:pPr>
      <w:r w:rsidRPr="00E25B76">
        <w:rPr>
          <w:sz w:val="28"/>
          <w:szCs w:val="28"/>
        </w:rPr>
        <w:t xml:space="preserve">     </w:t>
      </w:r>
      <w:r w:rsidRPr="001A4F2A">
        <w:rPr>
          <w:sz w:val="28"/>
          <w:szCs w:val="28"/>
        </w:rPr>
        <w:t xml:space="preserve">Ο πιστώσεις για την εκτέλεση του έργου έχουν εγγραφεί στον προϋπολογισμό 2016 του Δήμου με ΚΑ 30.7333.00012 και στο Τεχνικό Πρόγραμμα του έτους 2016. </w:t>
      </w:r>
    </w:p>
    <w:p w:rsidR="003B4094" w:rsidRPr="001A4F2A" w:rsidRDefault="003B4094" w:rsidP="006171FA">
      <w:pPr>
        <w:jc w:val="both"/>
        <w:rPr>
          <w:sz w:val="28"/>
          <w:szCs w:val="28"/>
        </w:rPr>
      </w:pPr>
      <w:r w:rsidRPr="001A4F2A">
        <w:rPr>
          <w:sz w:val="28"/>
          <w:szCs w:val="28"/>
        </w:rPr>
        <w:t xml:space="preserve">     Το έργο θα εκτελεσθεί σύμφωνα με το Ν. 4412/2016 και η ανάθεση του έργου δύναται να γίνει, σύμφωνα με το άρθρο 117 αυτού,  είτε με ανοικτή διαδικασία διαγωνισμού, είτε με τη διαδικασία “συνοπτικού διαγωνισμού”.</w:t>
      </w:r>
    </w:p>
    <w:p w:rsidR="003B4094" w:rsidRPr="00527511" w:rsidRDefault="003B4094" w:rsidP="006171FA">
      <w:pPr>
        <w:jc w:val="both"/>
        <w:rPr>
          <w:sz w:val="28"/>
          <w:szCs w:val="28"/>
        </w:rPr>
      </w:pPr>
    </w:p>
    <w:p w:rsidR="003B4094" w:rsidRDefault="003B4094" w:rsidP="006171FA">
      <w:pPr>
        <w:jc w:val="both"/>
        <w:rPr>
          <w:sz w:val="28"/>
          <w:szCs w:val="28"/>
        </w:rPr>
      </w:pPr>
    </w:p>
    <w:p w:rsidR="003B4094" w:rsidRPr="001A4F2A" w:rsidRDefault="003B4094" w:rsidP="006171FA">
      <w:pPr>
        <w:jc w:val="center"/>
        <w:rPr>
          <w:sz w:val="28"/>
          <w:szCs w:val="28"/>
        </w:rPr>
      </w:pPr>
      <w:r>
        <w:rPr>
          <w:sz w:val="28"/>
          <w:szCs w:val="28"/>
        </w:rPr>
        <w:t>Αμαλιάδα</w:t>
      </w:r>
      <w:r w:rsidRPr="001A4F2A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10</w:t>
      </w:r>
      <w:r>
        <w:rPr>
          <w:sz w:val="28"/>
          <w:szCs w:val="28"/>
        </w:rPr>
        <w:t xml:space="preserve"> – 201</w:t>
      </w:r>
      <w:r w:rsidRPr="001A4F2A">
        <w:rPr>
          <w:sz w:val="28"/>
          <w:szCs w:val="28"/>
        </w:rPr>
        <w:t>6</w:t>
      </w:r>
    </w:p>
    <w:p w:rsidR="003B4094" w:rsidRPr="001A4F2A" w:rsidRDefault="003B4094" w:rsidP="006171FA">
      <w:pPr>
        <w:jc w:val="center"/>
        <w:rPr>
          <w:sz w:val="28"/>
          <w:szCs w:val="28"/>
        </w:rPr>
      </w:pPr>
      <w:r w:rsidRPr="001A4F2A">
        <w:rPr>
          <w:sz w:val="28"/>
          <w:szCs w:val="28"/>
        </w:rPr>
        <w:br/>
      </w:r>
      <w:r w:rsidRPr="001A4F2A">
        <w:rPr>
          <w:sz w:val="28"/>
          <w:szCs w:val="28"/>
        </w:rPr>
        <w:br/>
      </w:r>
      <w:r w:rsidRPr="001A4F2A">
        <w:rPr>
          <w:sz w:val="28"/>
          <w:szCs w:val="28"/>
        </w:rPr>
        <w:br/>
      </w:r>
    </w:p>
    <w:p w:rsidR="003B4094" w:rsidRDefault="003B4094" w:rsidP="006171FA">
      <w:pPr>
        <w:jc w:val="center"/>
        <w:rPr>
          <w:sz w:val="28"/>
          <w:szCs w:val="28"/>
        </w:rPr>
      </w:pPr>
      <w:r>
        <w:rPr>
          <w:sz w:val="28"/>
          <w:szCs w:val="28"/>
        </w:rPr>
        <w:t>Ο Συντάξας</w:t>
      </w:r>
    </w:p>
    <w:p w:rsidR="003B4094" w:rsidRDefault="003B4094" w:rsidP="006171FA">
      <w:pPr>
        <w:jc w:val="center"/>
        <w:rPr>
          <w:sz w:val="28"/>
          <w:szCs w:val="28"/>
          <w:lang w:val="en-US"/>
        </w:rPr>
      </w:pPr>
    </w:p>
    <w:p w:rsidR="003B4094" w:rsidRDefault="003B4094" w:rsidP="006171FA">
      <w:pPr>
        <w:jc w:val="center"/>
        <w:rPr>
          <w:sz w:val="28"/>
          <w:szCs w:val="28"/>
        </w:rPr>
      </w:pPr>
    </w:p>
    <w:p w:rsidR="003B4094" w:rsidRDefault="003B4094" w:rsidP="006171F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Ανδρέας Αμπουχάντμπα</w:t>
      </w:r>
    </w:p>
    <w:p w:rsidR="003B4094" w:rsidRPr="002F332B" w:rsidRDefault="003B4094" w:rsidP="006171FA">
      <w:pPr>
        <w:jc w:val="center"/>
        <w:rPr>
          <w:sz w:val="28"/>
          <w:szCs w:val="28"/>
        </w:rPr>
      </w:pPr>
      <w:r>
        <w:rPr>
          <w:sz w:val="28"/>
          <w:szCs w:val="28"/>
        </w:rPr>
        <w:t>Πολιτικός Μηχανικός</w:t>
      </w:r>
    </w:p>
    <w:sectPr w:rsidR="003B4094" w:rsidRPr="002F332B" w:rsidSect="006171FA">
      <w:pgSz w:w="11906" w:h="16838" w:code="9"/>
      <w:pgMar w:top="0" w:right="964" w:bottom="993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89A"/>
    <w:multiLevelType w:val="hybridMultilevel"/>
    <w:tmpl w:val="1370F34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185E37"/>
    <w:multiLevelType w:val="hybridMultilevel"/>
    <w:tmpl w:val="591CF54C"/>
    <w:lvl w:ilvl="0" w:tplc="0408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307"/>
    <w:rsid w:val="000006F0"/>
    <w:rsid w:val="00007F49"/>
    <w:rsid w:val="0003631F"/>
    <w:rsid w:val="000447AC"/>
    <w:rsid w:val="000658D2"/>
    <w:rsid w:val="00067AD4"/>
    <w:rsid w:val="00072218"/>
    <w:rsid w:val="0008298F"/>
    <w:rsid w:val="00095459"/>
    <w:rsid w:val="000B0623"/>
    <w:rsid w:val="000B4317"/>
    <w:rsid w:val="000C08F8"/>
    <w:rsid w:val="000D6370"/>
    <w:rsid w:val="000F279F"/>
    <w:rsid w:val="0013284C"/>
    <w:rsid w:val="00133D49"/>
    <w:rsid w:val="0015290F"/>
    <w:rsid w:val="0015527F"/>
    <w:rsid w:val="001A4F2A"/>
    <w:rsid w:val="002343D9"/>
    <w:rsid w:val="002C1552"/>
    <w:rsid w:val="002F332B"/>
    <w:rsid w:val="002F421E"/>
    <w:rsid w:val="00334DEF"/>
    <w:rsid w:val="003560D3"/>
    <w:rsid w:val="00360CDC"/>
    <w:rsid w:val="003650E1"/>
    <w:rsid w:val="00367464"/>
    <w:rsid w:val="00383F54"/>
    <w:rsid w:val="00385A7B"/>
    <w:rsid w:val="00397C33"/>
    <w:rsid w:val="003A4A22"/>
    <w:rsid w:val="003B4094"/>
    <w:rsid w:val="00413F82"/>
    <w:rsid w:val="004270DC"/>
    <w:rsid w:val="0043200D"/>
    <w:rsid w:val="00474160"/>
    <w:rsid w:val="0049007A"/>
    <w:rsid w:val="004901E2"/>
    <w:rsid w:val="004A7CAC"/>
    <w:rsid w:val="00521C06"/>
    <w:rsid w:val="00524C6C"/>
    <w:rsid w:val="00527511"/>
    <w:rsid w:val="0055208F"/>
    <w:rsid w:val="00581149"/>
    <w:rsid w:val="00597810"/>
    <w:rsid w:val="005B63AE"/>
    <w:rsid w:val="005C0659"/>
    <w:rsid w:val="005C13C1"/>
    <w:rsid w:val="005F6288"/>
    <w:rsid w:val="006156E3"/>
    <w:rsid w:val="006171FA"/>
    <w:rsid w:val="00626592"/>
    <w:rsid w:val="00631163"/>
    <w:rsid w:val="0065271B"/>
    <w:rsid w:val="006548C2"/>
    <w:rsid w:val="006663CF"/>
    <w:rsid w:val="00670A67"/>
    <w:rsid w:val="0068575E"/>
    <w:rsid w:val="00697183"/>
    <w:rsid w:val="006A23FA"/>
    <w:rsid w:val="006A4E5C"/>
    <w:rsid w:val="006F6D98"/>
    <w:rsid w:val="00711BA8"/>
    <w:rsid w:val="007431E4"/>
    <w:rsid w:val="0075471E"/>
    <w:rsid w:val="007639B6"/>
    <w:rsid w:val="007D1314"/>
    <w:rsid w:val="007D3066"/>
    <w:rsid w:val="007E6228"/>
    <w:rsid w:val="00804741"/>
    <w:rsid w:val="00845F28"/>
    <w:rsid w:val="008B0A06"/>
    <w:rsid w:val="008B7817"/>
    <w:rsid w:val="008D1DCB"/>
    <w:rsid w:val="00901148"/>
    <w:rsid w:val="00907720"/>
    <w:rsid w:val="0093005C"/>
    <w:rsid w:val="00931569"/>
    <w:rsid w:val="00975F57"/>
    <w:rsid w:val="0099030C"/>
    <w:rsid w:val="009914CF"/>
    <w:rsid w:val="00992EE0"/>
    <w:rsid w:val="009A7F77"/>
    <w:rsid w:val="009C0790"/>
    <w:rsid w:val="009C2A41"/>
    <w:rsid w:val="009C2A93"/>
    <w:rsid w:val="009E104E"/>
    <w:rsid w:val="009F71D8"/>
    <w:rsid w:val="00A03921"/>
    <w:rsid w:val="00A2425D"/>
    <w:rsid w:val="00A51A09"/>
    <w:rsid w:val="00A65E13"/>
    <w:rsid w:val="00A8639A"/>
    <w:rsid w:val="00AB779B"/>
    <w:rsid w:val="00AD283B"/>
    <w:rsid w:val="00AD5D19"/>
    <w:rsid w:val="00AE1615"/>
    <w:rsid w:val="00AF215C"/>
    <w:rsid w:val="00B0497A"/>
    <w:rsid w:val="00B10BD9"/>
    <w:rsid w:val="00B34AA4"/>
    <w:rsid w:val="00B46DC3"/>
    <w:rsid w:val="00B561EF"/>
    <w:rsid w:val="00BA5BC9"/>
    <w:rsid w:val="00BB34EE"/>
    <w:rsid w:val="00BD6B67"/>
    <w:rsid w:val="00BE5FD3"/>
    <w:rsid w:val="00C20307"/>
    <w:rsid w:val="00C26A3A"/>
    <w:rsid w:val="00C3200E"/>
    <w:rsid w:val="00C46236"/>
    <w:rsid w:val="00C55429"/>
    <w:rsid w:val="00CA38DF"/>
    <w:rsid w:val="00CB1472"/>
    <w:rsid w:val="00CB6E76"/>
    <w:rsid w:val="00CE5B26"/>
    <w:rsid w:val="00CE6B38"/>
    <w:rsid w:val="00D0332D"/>
    <w:rsid w:val="00D1476D"/>
    <w:rsid w:val="00D25FF2"/>
    <w:rsid w:val="00D37EFA"/>
    <w:rsid w:val="00D462BD"/>
    <w:rsid w:val="00D47EAB"/>
    <w:rsid w:val="00D550DB"/>
    <w:rsid w:val="00D55B45"/>
    <w:rsid w:val="00D6591B"/>
    <w:rsid w:val="00D96902"/>
    <w:rsid w:val="00E10753"/>
    <w:rsid w:val="00E12ECA"/>
    <w:rsid w:val="00E25B76"/>
    <w:rsid w:val="00E362F8"/>
    <w:rsid w:val="00E43D79"/>
    <w:rsid w:val="00E82A98"/>
    <w:rsid w:val="00E95D70"/>
    <w:rsid w:val="00EC1F77"/>
    <w:rsid w:val="00EC515A"/>
    <w:rsid w:val="00EC6DF2"/>
    <w:rsid w:val="00F00178"/>
    <w:rsid w:val="00F22A95"/>
    <w:rsid w:val="00F23D88"/>
    <w:rsid w:val="00F3311D"/>
    <w:rsid w:val="00F643B1"/>
    <w:rsid w:val="00F72137"/>
    <w:rsid w:val="00F86A2B"/>
    <w:rsid w:val="00F94D34"/>
    <w:rsid w:val="00F97703"/>
    <w:rsid w:val="00FB4305"/>
    <w:rsid w:val="00FC6CAC"/>
    <w:rsid w:val="00FD487C"/>
    <w:rsid w:val="00FE39D3"/>
    <w:rsid w:val="00FF24C8"/>
    <w:rsid w:val="00FF47EF"/>
    <w:rsid w:val="00FF6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76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030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6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BC9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AE1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9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206</Words>
  <Characters>1114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x</dc:creator>
  <cp:keywords/>
  <dc:description/>
  <cp:lastModifiedBy>nikakis</cp:lastModifiedBy>
  <cp:revision>38</cp:revision>
  <cp:lastPrinted>2016-10-21T06:29:00Z</cp:lastPrinted>
  <dcterms:created xsi:type="dcterms:W3CDTF">2013-08-27T11:26:00Z</dcterms:created>
  <dcterms:modified xsi:type="dcterms:W3CDTF">2016-10-21T06:32:00Z</dcterms:modified>
</cp:coreProperties>
</file>